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25F1A2F" wp14:editId="657C4993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37899" w:rsidTr="00F862D6">
        <w:tc>
          <w:tcPr>
            <w:tcW w:w="1020" w:type="dxa"/>
          </w:tcPr>
          <w:p w:rsidR="00537899" w:rsidRPr="00373440" w:rsidRDefault="00537899" w:rsidP="007D311A">
            <w:r w:rsidRPr="00373440">
              <w:t>Naše zn.</w:t>
            </w:r>
          </w:p>
        </w:tc>
        <w:tc>
          <w:tcPr>
            <w:tcW w:w="2552" w:type="dxa"/>
          </w:tcPr>
          <w:p w:rsidR="00537899" w:rsidRPr="00373440" w:rsidRDefault="00373440" w:rsidP="007D311A">
            <w:r w:rsidRPr="00373440">
              <w:rPr>
                <w:rFonts w:ascii="Helvetica" w:hAnsi="Helvetica"/>
              </w:rPr>
              <w:t>11421</w:t>
            </w:r>
            <w:r w:rsidR="00537899" w:rsidRPr="00373440">
              <w:rPr>
                <w:rFonts w:ascii="Helvetica" w:hAnsi="Helvetica"/>
              </w:rPr>
              <w:t>/2020-SŽDC-SSV-Ú3</w:t>
            </w:r>
          </w:p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/>
        </w:tc>
      </w:tr>
      <w:tr w:rsidR="00537899" w:rsidTr="00F862D6">
        <w:tc>
          <w:tcPr>
            <w:tcW w:w="1020" w:type="dxa"/>
          </w:tcPr>
          <w:p w:rsidR="00537899" w:rsidRPr="00923FEF" w:rsidRDefault="00537899" w:rsidP="007D311A">
            <w:r w:rsidRPr="00923FEF">
              <w:t>Listů/příloh</w:t>
            </w:r>
          </w:p>
        </w:tc>
        <w:tc>
          <w:tcPr>
            <w:tcW w:w="2552" w:type="dxa"/>
          </w:tcPr>
          <w:p w:rsidR="00537899" w:rsidRPr="00923FEF" w:rsidRDefault="00916B32" w:rsidP="007D311A">
            <w:r>
              <w:t>2/3</w:t>
            </w:r>
          </w:p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>
            <w:pPr>
              <w:rPr>
                <w:noProof/>
              </w:rPr>
            </w:pPr>
          </w:p>
        </w:tc>
      </w:tr>
      <w:tr w:rsidR="00537899" w:rsidTr="00B23CA3">
        <w:trPr>
          <w:trHeight w:val="77"/>
        </w:trPr>
        <w:tc>
          <w:tcPr>
            <w:tcW w:w="1020" w:type="dxa"/>
          </w:tcPr>
          <w:p w:rsidR="00537899" w:rsidRPr="00A70EE1" w:rsidRDefault="00537899" w:rsidP="007D311A"/>
        </w:tc>
        <w:tc>
          <w:tcPr>
            <w:tcW w:w="2552" w:type="dxa"/>
          </w:tcPr>
          <w:p w:rsidR="00537899" w:rsidRPr="00A70EE1" w:rsidRDefault="00537899" w:rsidP="007D311A"/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/>
        </w:tc>
      </w:tr>
      <w:tr w:rsidR="00537899" w:rsidTr="00F862D6">
        <w:tc>
          <w:tcPr>
            <w:tcW w:w="1020" w:type="dxa"/>
          </w:tcPr>
          <w:p w:rsidR="00537899" w:rsidRPr="00A70EE1" w:rsidRDefault="00537899" w:rsidP="007D311A">
            <w:r w:rsidRPr="00A70EE1">
              <w:t>Vyřizuje</w:t>
            </w:r>
          </w:p>
        </w:tc>
        <w:tc>
          <w:tcPr>
            <w:tcW w:w="2552" w:type="dxa"/>
          </w:tcPr>
          <w:p w:rsidR="00537899" w:rsidRPr="00A70EE1" w:rsidRDefault="00537899" w:rsidP="007D311A">
            <w:r w:rsidRPr="00A70EE1">
              <w:t>JUDr. Jaroslav Klimeš</w:t>
            </w:r>
          </w:p>
        </w:tc>
        <w:tc>
          <w:tcPr>
            <w:tcW w:w="823" w:type="dxa"/>
          </w:tcPr>
          <w:p w:rsidR="00537899" w:rsidRDefault="00537899" w:rsidP="0077673A"/>
        </w:tc>
        <w:tc>
          <w:tcPr>
            <w:tcW w:w="3685" w:type="dxa"/>
            <w:vMerge/>
          </w:tcPr>
          <w:p w:rsidR="00537899" w:rsidRDefault="00537899" w:rsidP="0077673A"/>
        </w:tc>
      </w:tr>
      <w:tr w:rsidR="00537899" w:rsidTr="00F862D6">
        <w:tc>
          <w:tcPr>
            <w:tcW w:w="1020" w:type="dxa"/>
          </w:tcPr>
          <w:p w:rsidR="00537899" w:rsidRPr="00A70EE1" w:rsidRDefault="00537899" w:rsidP="007D311A"/>
        </w:tc>
        <w:tc>
          <w:tcPr>
            <w:tcW w:w="2552" w:type="dxa"/>
          </w:tcPr>
          <w:p w:rsidR="00537899" w:rsidRPr="00A70EE1" w:rsidRDefault="00537899" w:rsidP="007D311A"/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  <w:vMerge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>
            <w:r>
              <w:t>Mobil</w:t>
            </w:r>
          </w:p>
        </w:tc>
        <w:tc>
          <w:tcPr>
            <w:tcW w:w="2552" w:type="dxa"/>
          </w:tcPr>
          <w:p w:rsidR="00537899" w:rsidRPr="003E6B9A" w:rsidRDefault="00537899" w:rsidP="007D311A">
            <w:r>
              <w:t>+420 722 819 305</w:t>
            </w:r>
          </w:p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  <w:vMerge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>
            <w:r>
              <w:t>E-mail</w:t>
            </w:r>
          </w:p>
        </w:tc>
        <w:tc>
          <w:tcPr>
            <w:tcW w:w="2552" w:type="dxa"/>
          </w:tcPr>
          <w:p w:rsidR="00537899" w:rsidRPr="003E6B9A" w:rsidRDefault="00537899" w:rsidP="007D311A">
            <w:r>
              <w:t>Klimesja@spravazeleznic.cz</w:t>
            </w:r>
          </w:p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  <w:vMerge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/>
        </w:tc>
        <w:tc>
          <w:tcPr>
            <w:tcW w:w="2552" w:type="dxa"/>
          </w:tcPr>
          <w:p w:rsidR="00537899" w:rsidRPr="003E6B9A" w:rsidRDefault="00537899" w:rsidP="007D311A"/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</w:tcPr>
          <w:p w:rsidR="00537899" w:rsidRDefault="00537899" w:rsidP="009A7568"/>
        </w:tc>
      </w:tr>
      <w:tr w:rsidR="00537899" w:rsidTr="00F862D6">
        <w:tc>
          <w:tcPr>
            <w:tcW w:w="1020" w:type="dxa"/>
          </w:tcPr>
          <w:p w:rsidR="00537899" w:rsidRDefault="00537899" w:rsidP="007D311A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537899" w:rsidRPr="003E6B9A" w:rsidRDefault="00537899" w:rsidP="007D311A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C482B">
              <w:rPr>
                <w:noProof/>
              </w:rPr>
              <w:t>22. října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537899" w:rsidRDefault="00537899" w:rsidP="009A7568"/>
        </w:tc>
        <w:tc>
          <w:tcPr>
            <w:tcW w:w="3685" w:type="dxa"/>
          </w:tcPr>
          <w:p w:rsidR="00537899" w:rsidRDefault="00537899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</w:tbl>
    <w:p w:rsidR="00537899" w:rsidRDefault="00537899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3E418E" w:rsidRPr="003E418E" w:rsidRDefault="003E418E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3E418E">
        <w:rPr>
          <w:rFonts w:ascii="Verdana" w:eastAsia="Calibri" w:hAnsi="Verdana" w:cs="Times New Roman"/>
          <w:lang w:eastAsia="cs-CZ"/>
        </w:rPr>
        <w:t xml:space="preserve">Věc: </w:t>
      </w:r>
      <w:r w:rsidRPr="003E418E">
        <w:rPr>
          <w:rFonts w:ascii="Verdana" w:eastAsia="Calibri" w:hAnsi="Verdana" w:cs="Times New Roman"/>
          <w:b/>
          <w:lang w:eastAsia="cs-CZ"/>
        </w:rPr>
        <w:t>Výstavba odbočky Rajhrad</w:t>
      </w:r>
    </w:p>
    <w:p w:rsidR="003E418E" w:rsidRPr="003E418E" w:rsidRDefault="003E418E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3E418E">
        <w:rPr>
          <w:rFonts w:ascii="Verdana" w:eastAsia="Calibri" w:hAnsi="Verdana" w:cs="Times New Roman"/>
          <w:lang w:eastAsia="cs-CZ"/>
        </w:rPr>
        <w:t>Vysvětlení/ změna/ do</w:t>
      </w:r>
      <w:r w:rsidR="00916B32">
        <w:rPr>
          <w:rFonts w:ascii="Verdana" w:eastAsia="Calibri" w:hAnsi="Verdana" w:cs="Times New Roman"/>
          <w:lang w:eastAsia="cs-CZ"/>
        </w:rPr>
        <w:t>plnění zadávací dokumentace č. 2</w:t>
      </w:r>
      <w:r w:rsidRPr="003E418E">
        <w:rPr>
          <w:rFonts w:ascii="Verdana" w:eastAsia="Calibri" w:hAnsi="Verdana" w:cs="Times New Roman"/>
          <w:lang w:eastAsia="cs-CZ"/>
        </w:rPr>
        <w:t xml:space="preserve"> </w:t>
      </w:r>
    </w:p>
    <w:p w:rsidR="003E418E" w:rsidRPr="003E418E" w:rsidRDefault="003E418E" w:rsidP="003E418E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3E418E">
        <w:rPr>
          <w:rFonts w:ascii="Verdana" w:eastAsia="Calibri" w:hAnsi="Verdana" w:cs="Times New Roman"/>
          <w:lang w:eastAsia="cs-CZ"/>
        </w:rPr>
        <w:t>ve smyslu § 98 a § 99 zákona</w:t>
      </w:r>
      <w:r w:rsidRPr="003E418E">
        <w:rPr>
          <w:rFonts w:ascii="Verdana" w:eastAsia="Times New Roman" w:hAnsi="Verdana" w:cs="Times New Roman"/>
          <w:lang w:eastAsia="cs-CZ"/>
        </w:rPr>
        <w:t xml:space="preserve"> č. 134/2016 Sb., o zadávání veřejných zakázek, ve znění pozdějších předpisů (dále jen „ZZVZ“)</w:t>
      </w:r>
    </w:p>
    <w:p w:rsidR="003E418E" w:rsidRPr="003E418E" w:rsidRDefault="003E418E" w:rsidP="003E418E">
      <w:pPr>
        <w:spacing w:after="0" w:line="240" w:lineRule="auto"/>
        <w:ind w:left="709"/>
        <w:rPr>
          <w:rFonts w:ascii="Verdana" w:eastAsia="Calibri" w:hAnsi="Verdana" w:cs="Times New Roman"/>
          <w:color w:val="FF0000"/>
          <w:lang w:eastAsia="cs-CZ"/>
        </w:rPr>
      </w:pPr>
    </w:p>
    <w:p w:rsidR="003E418E" w:rsidRPr="003E418E" w:rsidRDefault="003E418E" w:rsidP="003E418E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</w:p>
    <w:p w:rsidR="00916B32" w:rsidRPr="00916B32" w:rsidRDefault="00916B32" w:rsidP="00916B32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6B32">
        <w:rPr>
          <w:rFonts w:ascii="Verdana" w:eastAsia="Calibri" w:hAnsi="Verdana" w:cs="Times New Roman"/>
          <w:b/>
          <w:lang w:eastAsia="cs-CZ"/>
        </w:rPr>
        <w:t>Dotaz č. 15:</w:t>
      </w:r>
    </w:p>
    <w:p w:rsidR="00916B32" w:rsidRPr="00916B32" w:rsidRDefault="00916B32" w:rsidP="00916B32">
      <w:pPr>
        <w:spacing w:after="160" w:line="259" w:lineRule="auto"/>
        <w:jc w:val="both"/>
        <w:rPr>
          <w:rFonts w:ascii="Verdana" w:eastAsia="Verdana" w:hAnsi="Verdana" w:cs="Arial"/>
        </w:rPr>
      </w:pPr>
      <w:r w:rsidRPr="00916B32">
        <w:rPr>
          <w:rFonts w:ascii="Verdana" w:eastAsia="Verdana" w:hAnsi="Verdana" w:cs="Arial"/>
        </w:rPr>
        <w:t>V PS 01-22-12 Odb. Rajhrad, EZS a LDP chybí schéma zapojení systému EZS a LDP. Žádáme o zadavatele o doplnění tohoto schématu do zadávací dokumentace.</w:t>
      </w:r>
    </w:p>
    <w:p w:rsidR="003E418E" w:rsidRPr="00CA1F9E" w:rsidRDefault="00916B32" w:rsidP="00916B3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A1F9E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CA1F9E">
        <w:rPr>
          <w:rFonts w:ascii="Verdana" w:eastAsia="Calibri" w:hAnsi="Verdana" w:cs="Times New Roman"/>
          <w:lang w:eastAsia="cs-CZ"/>
        </w:rPr>
        <w:t>Na vyžádání uchazeče doplňujeme do projektové dokumentace výkres – Výpravní budova – schéma EZS, viz přiložený soubor PS 01-22-12_04.pdf. Toto schéma zahrnuje i systém LDP, který je řešen prostřednictvím EZS.</w:t>
      </w:r>
    </w:p>
    <w:p w:rsidR="005342D4" w:rsidRPr="00CA1F9E" w:rsidRDefault="005342D4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1530F" w:rsidRDefault="00A1530F" w:rsidP="00916B32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916B32" w:rsidRPr="00916B32" w:rsidRDefault="00916B32" w:rsidP="00916B32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6B32">
        <w:rPr>
          <w:rFonts w:ascii="Verdana" w:eastAsia="Calibri" w:hAnsi="Verdana" w:cs="Times New Roman"/>
          <w:b/>
          <w:lang w:eastAsia="cs-CZ"/>
        </w:rPr>
        <w:t>Dotaz č. 16:</w:t>
      </w:r>
    </w:p>
    <w:p w:rsidR="00916B32" w:rsidRPr="00916B32" w:rsidRDefault="00916B32" w:rsidP="00916B32">
      <w:pPr>
        <w:spacing w:after="160" w:line="259" w:lineRule="auto"/>
        <w:jc w:val="both"/>
        <w:rPr>
          <w:rFonts w:ascii="Verdana" w:eastAsia="Verdana" w:hAnsi="Verdana" w:cs="Arial"/>
        </w:rPr>
      </w:pPr>
      <w:r w:rsidRPr="00916B32">
        <w:rPr>
          <w:rFonts w:ascii="Verdana" w:eastAsia="Verdana" w:hAnsi="Verdana" w:cs="Tahoma"/>
          <w:shd w:val="clear" w:color="auto" w:fill="FFFFFF"/>
        </w:rPr>
        <w:t>Dotazy se týkají PS 01-22-23 Odb. Rajhrad, kamerový systém, úprava:</w:t>
      </w:r>
    </w:p>
    <w:p w:rsidR="00916B32" w:rsidRPr="001C2FD7" w:rsidRDefault="00916B32" w:rsidP="001C2FD7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Verdana" w:eastAsia="Verdana" w:hAnsi="Verdana" w:cs="Tahoma"/>
          <w:shd w:val="clear" w:color="auto" w:fill="FFFFFF"/>
        </w:rPr>
      </w:pPr>
      <w:r w:rsidRPr="001C2FD7">
        <w:rPr>
          <w:rFonts w:ascii="Verdana" w:eastAsia="Verdana" w:hAnsi="Verdana" w:cs="Tahoma"/>
          <w:shd w:val="clear" w:color="auto" w:fill="FFFFFF"/>
        </w:rPr>
        <w:t>Ve výkazu výměr nejsou položky na rekonfiguraci klientských pracovišť (servisního PC v rámci žst., kamerový klient na CDP (DŽDC, operátor, dispečer?!)). Žádáme zadavatele o sdělení, zdali toto zajistí správce zařízení nebo bude přidána příslušná položka s potřebnými kusy do výkazu výměr.</w:t>
      </w:r>
    </w:p>
    <w:p w:rsidR="00916B32" w:rsidRPr="00916B32" w:rsidRDefault="00916B32" w:rsidP="00916B32">
      <w:pPr>
        <w:spacing w:after="0" w:line="240" w:lineRule="auto"/>
        <w:jc w:val="both"/>
        <w:rPr>
          <w:rFonts w:ascii="Verdana" w:eastAsia="Verdana" w:hAnsi="Verdana" w:cs="Tahoma"/>
          <w:shd w:val="clear" w:color="auto" w:fill="FFFFFF"/>
        </w:rPr>
      </w:pPr>
    </w:p>
    <w:p w:rsidR="00916B32" w:rsidRDefault="00916B32" w:rsidP="00916B32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916B32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916B32">
        <w:rPr>
          <w:rFonts w:ascii="Verdana" w:eastAsia="Calibri" w:hAnsi="Verdana" w:cs="Times New Roman"/>
          <w:lang w:eastAsia="cs-CZ"/>
        </w:rPr>
        <w:t>Na výzvu uchazeče byla přidána do výkazu výměr nová položka č.17 a 19 na rekodifikaci klientských pracovišť. Přílohou opravený výkaz výměr s označením souboru PS 01-22-23_SP_rev01.xls a 118092-SP_komplet_změna 22102020.</w:t>
      </w:r>
    </w:p>
    <w:p w:rsidR="001C2FD7" w:rsidRPr="00916B32" w:rsidRDefault="001C2FD7" w:rsidP="00916B32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916B32" w:rsidRPr="00916B32" w:rsidRDefault="00916B32" w:rsidP="001C2FD7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6B32">
        <w:rPr>
          <w:rFonts w:ascii="Verdana" w:eastAsia="Verdana" w:hAnsi="Verdana" w:cs="Tahoma"/>
          <w:shd w:val="clear" w:color="auto" w:fill="FFFFFF"/>
        </w:rPr>
        <w:t>Žádáme zadavatele o sdělení, zda bude požadováno začlenění přidaných kamer do telestěny na CDP. V kladném případě žádáme zadavatele o doplnění položky do výkazu výměr.</w:t>
      </w:r>
      <w:r w:rsidRPr="00916B32">
        <w:rPr>
          <w:rFonts w:ascii="Verdana" w:eastAsia="Verdana" w:hAnsi="Verdana" w:cs="Tahoma"/>
        </w:rPr>
        <w:br/>
      </w:r>
    </w:p>
    <w:p w:rsidR="00916B32" w:rsidRDefault="00916B32" w:rsidP="00916B32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916B32">
        <w:rPr>
          <w:rFonts w:ascii="Verdana" w:eastAsia="Calibri" w:hAnsi="Verdana" w:cs="Times New Roman"/>
          <w:b/>
          <w:lang w:eastAsia="cs-CZ"/>
        </w:rPr>
        <w:t>Odpověď</w:t>
      </w:r>
      <w:r w:rsidRPr="00916B32">
        <w:rPr>
          <w:rFonts w:ascii="Verdana" w:eastAsia="Calibri" w:hAnsi="Verdana" w:cs="Times New Roman"/>
          <w:lang w:eastAsia="cs-CZ"/>
        </w:rPr>
        <w:t>: Kamery budou začleněny do telestěny. Tuto operaci si dělá správce sám a z tohoto důvodu není pro tuto ope</w:t>
      </w:r>
      <w:r w:rsidR="001C2FD7">
        <w:rPr>
          <w:rFonts w:ascii="Verdana" w:eastAsia="Calibri" w:hAnsi="Verdana" w:cs="Times New Roman"/>
          <w:lang w:eastAsia="cs-CZ"/>
        </w:rPr>
        <w:t xml:space="preserve">raci zřízena položka ve výkazu </w:t>
      </w:r>
      <w:r w:rsidRPr="00916B32">
        <w:rPr>
          <w:rFonts w:ascii="Verdana" w:eastAsia="Calibri" w:hAnsi="Verdana" w:cs="Times New Roman"/>
          <w:lang w:eastAsia="cs-CZ"/>
        </w:rPr>
        <w:t>výměr.</w:t>
      </w:r>
    </w:p>
    <w:p w:rsidR="001C2FD7" w:rsidRPr="00916B32" w:rsidRDefault="001C2FD7" w:rsidP="00916B32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916B32" w:rsidRPr="00916B32" w:rsidRDefault="00916B32" w:rsidP="001C2FD7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6B32">
        <w:rPr>
          <w:rFonts w:ascii="Verdana" w:eastAsia="Verdana" w:hAnsi="Verdana" w:cs="Tahoma"/>
          <w:shd w:val="clear" w:color="auto" w:fill="FFFFFF"/>
        </w:rPr>
        <w:t>Žádáme zadavatele o sdělení, zda bude požadováno začlenění přidaných kamer do KACu. V kladném případě žádáme zadavatele o doplnění položky do výkazu výměr.</w:t>
      </w:r>
      <w:r w:rsidRPr="00916B32">
        <w:rPr>
          <w:rFonts w:ascii="Verdana" w:eastAsia="Verdana" w:hAnsi="Verdana" w:cs="Tahoma"/>
        </w:rPr>
        <w:br/>
      </w:r>
      <w:bookmarkStart w:id="1" w:name="_GoBack"/>
      <w:bookmarkEnd w:id="1"/>
    </w:p>
    <w:p w:rsidR="00916B32" w:rsidRPr="00916B32" w:rsidRDefault="00916B32" w:rsidP="00916B32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916B32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916B32">
        <w:rPr>
          <w:rFonts w:ascii="Verdana" w:eastAsia="Calibri" w:hAnsi="Verdana" w:cs="Times New Roman"/>
          <w:lang w:eastAsia="cs-CZ"/>
        </w:rPr>
        <w:t>Ano, přidané kamery budou začleněny do KAC. Z tohoto důvodu byly ve výkazu výměr zřízeny nové položky č. 15 a 16. Přílohou opravený výkaz výměr s označením souboru PS 01-22-23_SP_rev01.xls a 118092-SP_komplet_změna 22102020.</w:t>
      </w:r>
    </w:p>
    <w:p w:rsidR="00916B32" w:rsidRPr="00916B32" w:rsidRDefault="00916B32" w:rsidP="00916B32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916B32" w:rsidRPr="00916B32" w:rsidRDefault="00916B32" w:rsidP="001C2FD7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Verdana" w:eastAsia="Verdana" w:hAnsi="Verdana" w:cs="Tahoma"/>
          <w:shd w:val="clear" w:color="auto" w:fill="FFFFFF"/>
        </w:rPr>
      </w:pPr>
      <w:r w:rsidRPr="00916B32">
        <w:rPr>
          <w:rFonts w:ascii="Verdana" w:eastAsia="Verdana" w:hAnsi="Verdana" w:cs="Tahoma"/>
          <w:shd w:val="clear" w:color="auto" w:fill="FFFFFF"/>
        </w:rPr>
        <w:t>Ve výkazu výměr není položka na zprovoznění, nastavení - 75L493 ZPROVOZNĚNÍ A NASTAVENÍ KAMEROVÉHO SYSTÉMU. Žádáme zadavatele o její doplnění.</w:t>
      </w:r>
    </w:p>
    <w:p w:rsidR="00916B32" w:rsidRPr="00916B32" w:rsidRDefault="00916B32" w:rsidP="00916B32">
      <w:pPr>
        <w:spacing w:after="0" w:line="240" w:lineRule="auto"/>
        <w:jc w:val="both"/>
        <w:rPr>
          <w:rFonts w:ascii="Verdana" w:eastAsia="Verdana" w:hAnsi="Verdana" w:cs="Tahoma"/>
          <w:shd w:val="clear" w:color="auto" w:fill="FFFFFF"/>
        </w:rPr>
      </w:pPr>
    </w:p>
    <w:p w:rsidR="00916B32" w:rsidRPr="00916B32" w:rsidRDefault="00916B32" w:rsidP="00916B32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916B32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916B32">
        <w:rPr>
          <w:rFonts w:ascii="Verdana" w:eastAsia="Calibri" w:hAnsi="Verdana" w:cs="Times New Roman"/>
          <w:lang w:eastAsia="cs-CZ"/>
        </w:rPr>
        <w:t>Na výzvu uchazeče byla přidána do výkazu výměr nová položka č.18 pro zprovoznění a nastavení kamerového systému. Přílohou opravený výkaz výměr s označením souboru PS 01-22-23_SP_rev01.xls a 118092-SP_komplet_změna 22102020.</w:t>
      </w:r>
    </w:p>
    <w:p w:rsidR="005342D4" w:rsidRPr="00CA1F9E" w:rsidRDefault="005342D4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342D4" w:rsidRPr="00CA1F9E" w:rsidRDefault="005342D4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lastRenderedPageBreak/>
        <w:t xml:space="preserve">Povaha shora uvedených vysvětlení/ změn/ doplnění zadávací dokumentace nevyžaduje prodloužení lhůty pro podání nabídek. </w:t>
      </w:r>
    </w:p>
    <w:p w:rsidR="00BD5319" w:rsidRPr="005342D4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5342D4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5F259F" w:rsidRDefault="005F259F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magenta"/>
          <w:lang w:eastAsia="cs-CZ"/>
        </w:rPr>
      </w:pPr>
    </w:p>
    <w:p w:rsidR="004C7FDD" w:rsidRDefault="004C7FDD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837FF">
        <w:rPr>
          <w:rFonts w:eastAsia="Calibri" w:cs="Times New Roman"/>
          <w:b/>
          <w:bCs/>
          <w:lang w:eastAsia="cs-CZ"/>
        </w:rPr>
        <w:t xml:space="preserve">Příloha: </w:t>
      </w:r>
    </w:p>
    <w:p w:rsidR="00916B32" w:rsidRPr="00916B32" w:rsidRDefault="00916B32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16B32">
        <w:rPr>
          <w:rFonts w:eastAsia="Calibri" w:cs="Times New Roman"/>
          <w:bCs/>
          <w:lang w:eastAsia="cs-CZ"/>
        </w:rPr>
        <w:t>PS 01-22-23_SP_rev01</w:t>
      </w:r>
    </w:p>
    <w:p w:rsidR="00916B32" w:rsidRPr="00916B32" w:rsidRDefault="00916B32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16B32">
        <w:rPr>
          <w:rFonts w:eastAsia="Calibri" w:cs="Times New Roman"/>
          <w:bCs/>
          <w:lang w:eastAsia="cs-CZ"/>
        </w:rPr>
        <w:t>PS 01-22-12_04</w:t>
      </w:r>
    </w:p>
    <w:p w:rsidR="00916B32" w:rsidRPr="00916B32" w:rsidRDefault="00916B32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16B32">
        <w:rPr>
          <w:rFonts w:eastAsia="Calibri" w:cs="Times New Roman"/>
          <w:bCs/>
          <w:lang w:eastAsia="cs-CZ"/>
        </w:rPr>
        <w:t>118092-SP_komplet_změna 22102020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C7FDD" w:rsidRPr="00BD5319" w:rsidRDefault="004C7FD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F259F" w:rsidRDefault="005F259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="003E418E">
        <w:rPr>
          <w:rFonts w:eastAsia="Calibri" w:cs="Times New Roman"/>
          <w:lang w:eastAsia="cs-CZ"/>
        </w:rPr>
        <w:t>Olomouci</w:t>
      </w:r>
      <w:r w:rsidRPr="00BD5319">
        <w:rPr>
          <w:rFonts w:eastAsia="Calibri" w:cs="Times New Roman"/>
          <w:lang w:eastAsia="cs-CZ"/>
        </w:rPr>
        <w:t xml:space="preserve"> dne 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F259F" w:rsidRPr="00BD5319" w:rsidRDefault="005F259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8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8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3D6B0F" wp14:editId="4340E3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65C461" wp14:editId="7A2B8D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48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48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D7F61E" wp14:editId="1D09D77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D9C69D2" wp14:editId="1494527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2FC85949"/>
    <w:multiLevelType w:val="hybridMultilevel"/>
    <w:tmpl w:val="5B6A70A4"/>
    <w:lvl w:ilvl="0" w:tplc="C546A8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279"/>
    <w:rsid w:val="0018596A"/>
    <w:rsid w:val="001B69C2"/>
    <w:rsid w:val="001C2FD7"/>
    <w:rsid w:val="001C482B"/>
    <w:rsid w:val="001C4DA0"/>
    <w:rsid w:val="00207DF5"/>
    <w:rsid w:val="00267369"/>
    <w:rsid w:val="0026785D"/>
    <w:rsid w:val="0027777E"/>
    <w:rsid w:val="002C31BF"/>
    <w:rsid w:val="002E0CD7"/>
    <w:rsid w:val="002F026B"/>
    <w:rsid w:val="00357BC6"/>
    <w:rsid w:val="0037111D"/>
    <w:rsid w:val="00373440"/>
    <w:rsid w:val="003756B9"/>
    <w:rsid w:val="003956C6"/>
    <w:rsid w:val="003E418E"/>
    <w:rsid w:val="003E6B9A"/>
    <w:rsid w:val="003E75CE"/>
    <w:rsid w:val="0041380F"/>
    <w:rsid w:val="00450F07"/>
    <w:rsid w:val="00453CD3"/>
    <w:rsid w:val="00454BEE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C7FDD"/>
    <w:rsid w:val="004F4B9B"/>
    <w:rsid w:val="00501654"/>
    <w:rsid w:val="00511AB9"/>
    <w:rsid w:val="00523EA7"/>
    <w:rsid w:val="005342D4"/>
    <w:rsid w:val="00537899"/>
    <w:rsid w:val="00542527"/>
    <w:rsid w:val="00551D1F"/>
    <w:rsid w:val="00553375"/>
    <w:rsid w:val="005658A6"/>
    <w:rsid w:val="005720E7"/>
    <w:rsid w:val="005722BB"/>
    <w:rsid w:val="005736B7"/>
    <w:rsid w:val="00575E5A"/>
    <w:rsid w:val="005837FF"/>
    <w:rsid w:val="00584E2A"/>
    <w:rsid w:val="00596C7E"/>
    <w:rsid w:val="005A5F24"/>
    <w:rsid w:val="005A64E9"/>
    <w:rsid w:val="005B5EE9"/>
    <w:rsid w:val="005F259F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92524"/>
    <w:rsid w:val="008A3568"/>
    <w:rsid w:val="008D03B9"/>
    <w:rsid w:val="008F18D6"/>
    <w:rsid w:val="00904780"/>
    <w:rsid w:val="009113A8"/>
    <w:rsid w:val="00916B32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1530F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1E73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A1F9E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BF54905-FE04-4753-A0E1-264DF7ACB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21</cp:revision>
  <cp:lastPrinted>2020-10-22T09:28:00Z</cp:lastPrinted>
  <dcterms:created xsi:type="dcterms:W3CDTF">2020-01-24T13:38:00Z</dcterms:created>
  <dcterms:modified xsi:type="dcterms:W3CDTF">2020-10-22T09:28:00Z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